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7277BC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пословања и Финансијски план пословања Јавног предузећа „Водовод“ Врање за  2019.год.,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  <w:r>
        <w:rPr>
          <w:rFonts w:ascii="Times New Roman" w:hAnsi="Times New Roman"/>
          <w:sz w:val="28"/>
          <w:szCs w:val="28"/>
        </w:rPr>
        <w:t>следеће</w:t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7277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280A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1. Доноси се Решење о давању сагласности на Програм пословања и Финансијски план пословања Јавног предузећа „Водовод“ Врање за 2019.годину.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 2. Налаже се ЈП“Водовод“ Врање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B4303B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пословања и Финансијски план пословања Јавног комуналног предузећа „Комрад“ Врање за  2019.год.,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280A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 Доноси се Решење о давању сагласности на Програм пословања и Финансијски план пословања Јавног комуналног предузећа „ Комрад“ Врање за 2019.годину.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ЈКП“Комрад“ Врање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/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пословања и Финансијски план пословања Јавног предузећа „Нови дом“ Врање за  2019.год.,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280A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 Доноси се Решење о давању сагласности на Програм пословања и Финансијски план пословања Јавног предузећа „Нови дом“ Врање за 2019.годину.</w:t>
      </w:r>
    </w:p>
    <w:p w:rsidR="00F61AF8" w:rsidRDefault="00F61AF8" w:rsidP="008F0A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ЈП“Нови дом“ Врање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F0A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F0A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4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791D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пословања и Финансијски план пословања Јавног предузећа „Завод за урбанизам“ Врање за  2019.год.,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280AB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791D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280A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 Доноси се Решење о давању сагласности на Програм пословања и Финансијски план пословања Јавног предузећа „Завод за урбанизам“ Врање за 2019.годину.</w:t>
      </w:r>
    </w:p>
    <w:p w:rsidR="00F61AF8" w:rsidRDefault="00F61AF8" w:rsidP="00791D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ЈП“Завод за урбанизам“ Врање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791D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791D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91D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</w:t>
      </w:r>
    </w:p>
    <w:p w:rsidR="00F61AF8" w:rsidRDefault="00F61AF8" w:rsidP="00681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80AB3">
      <w:pPr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495378" w:rsidRDefault="00F61AF8" w:rsidP="00280AB3"/>
    <w:p w:rsidR="00F61AF8" w:rsidRPr="00791D2A" w:rsidRDefault="00F61AF8" w:rsidP="00495378">
      <w:pPr>
        <w:spacing w:after="0" w:line="240" w:lineRule="auto"/>
        <w:jc w:val="both"/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пословања и Финансијски план пословања Јавног предузећа „Управа Бање“ Врањска Бања за  2019.год.,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495378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791D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495378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1. Доноси се Решење о давању сагласности на Програм пословања и Финансијски план пословања Јавног предузећа „Управа Бање“ Врањска Бања за 2019.годину.</w:t>
      </w:r>
    </w:p>
    <w:p w:rsidR="00F61AF8" w:rsidRDefault="00F61AF8" w:rsidP="00791D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ЈП“Управа Бање“ Врањска Бања,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681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681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пословања и Финансијски план пословања Јавног комуналног предузећа „Паркинг сервис“ Врање за  2019.год.,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495378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495378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495378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 Доноси се Решење о давању сагласности на Програм пословања и Финансијски план пословања Јавног комуналног предузећа „Паркинг сервис“ Врање за 2019.годину.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ЈКП“Паркинг сервис“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4953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E6694" w:rsidRDefault="00F61AF8" w:rsidP="00495378">
      <w:pPr>
        <w:spacing w:after="0" w:line="240" w:lineRule="auto"/>
        <w:jc w:val="both"/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Pr="002E6694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Центар за социјални рад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7F6927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7F6927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7F692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1. Доноси се Решење о давању сагласности на Програм рада и Финансијски план Јавне установе – Центар за социјални рад Врање за 2019.годину. </w:t>
      </w: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Јавној установи – Центар за социјални рад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681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681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6814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Центар за развој локалних услуга социјалне заштите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7F6927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2E6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7F692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1.Доноси се Решење о давању сагласности на Програм рада и Финансијски план Јавне установе – Центар за развој локалних услуга социјалне заштите  Врање за 2019.годину. </w:t>
      </w: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ЈУ – Центар за развој локалних услуга социјалне заштите 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7F69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Позориште „ Бора Станковић“ 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830D3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830D3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830D3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1.Доноси се Решење о давању сагласности на Програм рада и Финансијски план Јавне установе –Позориште „Бора Станковић“  Врање за 2019.годину. </w:t>
      </w: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ЈУ –</w:t>
      </w:r>
      <w:r w:rsidRPr="002E669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Позориште „Бора Станковић“ 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</w:t>
      </w: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E66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Pr="0069362F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Установе – Јавна библиотека  „ Бора Станковић“ 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следеће</w:t>
      </w:r>
    </w:p>
    <w:p w:rsidR="00F61AF8" w:rsidRDefault="00F61AF8" w:rsidP="001A4449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693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693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1.Доноси се Решење о давању сагласности на Програм рада и Финансијски план Установе –Јавна библиотека „Бора Станковић“  Врање за 2019.годину.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2.Налаже се директору Установе- Јавна библиотека „Бора Станковић“  Врање,  да у најскорије време усклади унутрашња акта Установе, са Одлуком о максималном броју запослених. 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3.Налаже се овој установи,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1A44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69362F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830D33">
      <w:pPr>
        <w:spacing w:after="0" w:line="240" w:lineRule="auto"/>
        <w:jc w:val="both"/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Народни музеј 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830D3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830D33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830D3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1.Доноси се Решење о давању сагласности на Програм рада и Финансијски план Јавне установе –Народни музеј  Врање за 2019.годину. </w:t>
      </w:r>
    </w:p>
    <w:p w:rsidR="00F61AF8" w:rsidRDefault="00F61AF8" w:rsidP="003F67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2.Налаже се</w:t>
      </w:r>
      <w:r w:rsidRPr="003F674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ЈУ –Народни музеј 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F67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830D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830D33">
      <w:pPr>
        <w:spacing w:after="0" w:line="240" w:lineRule="auto"/>
        <w:jc w:val="both"/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Народни универзитет 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9131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9131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9131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1.Доноси се Решење о давању сагласности на Програм рада и Финансијски план Јавне установе –Народни универзитет Врање за 2019.годину. </w:t>
      </w:r>
    </w:p>
    <w:p w:rsidR="00F61AF8" w:rsidRDefault="00F61AF8" w:rsidP="003F67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2.Налаже се</w:t>
      </w:r>
      <w:r w:rsidRPr="003F674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ЈУ –</w:t>
      </w:r>
      <w:r w:rsidRPr="003F674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Народни универзитет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F67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Историјски архив „31. јануар“ 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9131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9131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9131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1.Доноси се Решење о давању сагласности на Програм рада и Финансијски план Јавне установе –Историјски архив „31.јануар“ Врање за 2019.годину. 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2.Налаже се</w:t>
      </w:r>
      <w:r w:rsidRPr="003F674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ЈУ –</w:t>
      </w:r>
      <w:r w:rsidRPr="00A740A2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Историјски архив „31.јануар“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13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F67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A470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A47044">
      <w:pPr>
        <w:spacing w:after="0" w:line="240" w:lineRule="auto"/>
        <w:jc w:val="both"/>
      </w:pPr>
    </w:p>
    <w:p w:rsidR="00F61AF8" w:rsidRDefault="00F61AF8" w:rsidP="009131DF">
      <w:pPr>
        <w:spacing w:after="0" w:line="240" w:lineRule="auto"/>
        <w:jc w:val="both"/>
      </w:pPr>
    </w:p>
    <w:p w:rsidR="00F61AF8" w:rsidRDefault="00F61AF8" w:rsidP="009131DF">
      <w:pPr>
        <w:spacing w:after="0" w:line="240" w:lineRule="auto"/>
        <w:jc w:val="both"/>
      </w:pPr>
    </w:p>
    <w:p w:rsidR="00F61AF8" w:rsidRDefault="00F61AF8" w:rsidP="009131DF">
      <w:pPr>
        <w:spacing w:after="0" w:line="240" w:lineRule="auto"/>
        <w:jc w:val="both"/>
      </w:pPr>
    </w:p>
    <w:p w:rsidR="00F61AF8" w:rsidRDefault="00F61AF8" w:rsidP="009131DF">
      <w:pPr>
        <w:spacing w:after="0" w:line="240" w:lineRule="auto"/>
        <w:jc w:val="both"/>
      </w:pPr>
    </w:p>
    <w:p w:rsidR="00F61AF8" w:rsidRDefault="00F61AF8" w:rsidP="009131DF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–Школа анимираног филма 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1.Доноси се Решење о давању сагласности на Програм рада и Финансијски план Јавне установе –Школа анимираног филма Врање за 2019.годину. </w:t>
      </w:r>
    </w:p>
    <w:p w:rsidR="00F61AF8" w:rsidRDefault="00F61AF8" w:rsidP="00C90B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2.Налаже се</w:t>
      </w:r>
      <w:r w:rsidRPr="003F674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ЈУ –</w:t>
      </w:r>
      <w:r w:rsidRPr="00C90BC8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Школа анимираног филма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177A52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Pr="00C90BC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 Туристичка организација града  Врања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следеће</w:t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CD23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1.Доноси се Решење о давању сагласности на Програм рада и Финансијски план Јавне установе –Туристичка организација града Врања за 2019.годину.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 Налаже се директорки  ЈУ-</w:t>
      </w:r>
      <w:r w:rsidRPr="00CD23DD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 xml:space="preserve">Туристичка организација града Врања,  да у најскорије време усагласи своје пословање и унутрашња акта Установе са Одлуком о максималном броју запослених на неодређено време у систему локалне самоуправе града Врања за 2017.год. и Законом о начину одређивања максималног броја запослених у јавном сектору.  </w:t>
      </w:r>
    </w:p>
    <w:p w:rsidR="00F61AF8" w:rsidRDefault="00F61AF8" w:rsidP="00C90B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3.Налаже се</w:t>
      </w:r>
      <w:r w:rsidRPr="003F6744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овој установи, 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77A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177A52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Pr="004A4762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–Регионални центар за таленте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1.Доноси се Решење о давању сагласности на Програм рада и Финансијски план Јавне установе –Регионални центар за таленте Врање за 2019.годину. 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2.Налаже се ЈУ –Регионални центар за таленте Врање, 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280AB3" w:rsidRDefault="00F61AF8" w:rsidP="00177A52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Pr="00177A52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Јавне установе –Спортска хала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1.Доноси се Решење о давању сагласности на Програм рада и Финансијски план Јавне установе –Спортска хала Врање за 2019.годину. </w:t>
      </w:r>
    </w:p>
    <w:p w:rsidR="00F61AF8" w:rsidRDefault="00F61AF8" w:rsidP="004A47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2.Налаже се ЈУ –</w:t>
      </w:r>
      <w:r w:rsidRPr="004A4762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Спортска хала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4A47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4A4762" w:rsidRDefault="00F61AF8" w:rsidP="00E24AB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Pr="00177A52" w:rsidRDefault="00F61AF8" w:rsidP="00E24AB0">
      <w:pPr>
        <w:spacing w:after="0" w:line="240" w:lineRule="auto"/>
        <w:jc w:val="both"/>
      </w:pPr>
    </w:p>
    <w:p w:rsidR="00F61AF8" w:rsidRPr="004A4762" w:rsidRDefault="00F61AF8" w:rsidP="00E24AB0">
      <w:pPr>
        <w:spacing w:after="0" w:line="240" w:lineRule="auto"/>
        <w:jc w:val="both"/>
      </w:pPr>
    </w:p>
    <w:p w:rsidR="00F61AF8" w:rsidRPr="00280AB3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рада и Финансијски план ЗУ Апотека Врање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E24AB0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к е</w:t>
      </w: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>1.Доноси се Решење о давању сагласности на Програм рада и Финансијски план ЗУ Апотека Врање за 2019.годину.</w:t>
      </w:r>
    </w:p>
    <w:p w:rsidR="00F61AF8" w:rsidRDefault="00F61AF8" w:rsidP="004A47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        2.Налаже се</w:t>
      </w:r>
      <w:r w:rsidRPr="004A4762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ЗУ Апотека Врање, да Одељењу за буџет и финансије, достави преглед износа коефицијената, зарада и накнада зарада запослених по звањима и занимањима.</w:t>
      </w: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24A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280AB3" w:rsidRDefault="00F61AF8" w:rsidP="00571721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752644" w:rsidRDefault="00F61AF8" w:rsidP="00E24AB0">
      <w:pPr>
        <w:spacing w:after="0" w:line="240" w:lineRule="auto"/>
        <w:jc w:val="both"/>
      </w:pPr>
    </w:p>
    <w:p w:rsidR="00F61AF8" w:rsidRDefault="00F61AF8" w:rsidP="004A4762">
      <w:pPr>
        <w:spacing w:after="0" w:line="240" w:lineRule="auto"/>
        <w:jc w:val="both"/>
      </w:pPr>
    </w:p>
    <w:p w:rsidR="00F61AF8" w:rsidRDefault="00F61AF8" w:rsidP="004A4762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Pr="00571721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Default="00F61AF8" w:rsidP="00E24AB0">
      <w:pPr>
        <w:spacing w:after="0" w:line="240" w:lineRule="auto"/>
        <w:jc w:val="both"/>
      </w:pPr>
    </w:p>
    <w:p w:rsidR="00F61AF8" w:rsidRPr="00031241" w:rsidRDefault="00F61AF8" w:rsidP="00E24AB0">
      <w:pPr>
        <w:spacing w:after="0" w:line="240" w:lineRule="auto"/>
        <w:jc w:val="both"/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Програм подстицаја за развој „Слободне зоне Врање“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031241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031241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031241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Програм подстицаја за развој „Слободне зоне Врање“ за 2019.годину.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8A1F9A" w:rsidRDefault="00F61AF8" w:rsidP="00031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031241">
      <w:pPr>
        <w:spacing w:after="0" w:line="240" w:lineRule="auto"/>
        <w:jc w:val="both"/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Програма рада Скупштине града Врања за 2019.годину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3152D5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3152D5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3152D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Програм рада Скупштине града Врања за 2019.годину.</w:t>
      </w: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15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 предлог Одлуке о изради Плана генералне регулације зоне 1 у Врању - „Централна зона“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B62E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B62E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B62E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Одлука о изради Плана генералне регулације зоне 1 у Врању – „Централна зона“.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B62EDF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Одлуке о изради Плана генералне регулације зоне 3 у Врању - „Доње Врање“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B62E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B62EDF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B62E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Одлука о изради Плана генералне регулације зоне 3 у Врању – „Доње Врање“.</w:t>
      </w: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717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B62E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B62EDF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Одлуке о матичним подручјима на територији града Врања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9B769A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9B769A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9B769A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Одлука о матичним подручјима на територији града Врања. 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276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9B76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9B769A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Pr="00280AB3" w:rsidRDefault="00F61AF8" w:rsidP="009B769A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Pr="00276B25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Одлуке о утврђивању прихода који припадају граду, односно градској општини Врањска Бања у 2019.години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E750FC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E750FC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E750F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Одлука о утврђивању прихода који припадају граду, односно градској општини Врањска Бања у 2019.години. 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276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276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76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276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E750FC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Pr="00280AB3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Pr="00276B25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Pr="00E750FC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Одлуке о изменама и допунама Одлуке о постављању мањих монтажних објеката привременог карактера на територији града Врања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E750FC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E750FC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E750F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Одлука о изменама и допунама Одлуке о постављању мањих монтажних објеката привременог карактера на територији града Врања. </w:t>
      </w: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E75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280AB3" w:rsidRDefault="00F61AF8" w:rsidP="0043515B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Pr="0043515B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Default="00F61AF8" w:rsidP="00E750FC">
      <w:pPr>
        <w:spacing w:after="0" w:line="240" w:lineRule="auto"/>
        <w:jc w:val="both"/>
      </w:pPr>
    </w:p>
    <w:p w:rsidR="00F61AF8" w:rsidRPr="0043515B" w:rsidRDefault="00F61AF8" w:rsidP="00E750FC">
      <w:pPr>
        <w:spacing w:after="0" w:line="240" w:lineRule="auto"/>
        <w:jc w:val="both"/>
      </w:pPr>
    </w:p>
    <w:p w:rsidR="00F61AF8" w:rsidRPr="00280AB3" w:rsidRDefault="00F61AF8" w:rsidP="00E750FC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Одлуке о изменама и допунама Одлуке о утврђивању доприноса за уређивање грађевинског земљишта и закупнине за закуп грађевинског земљишта у јавној својини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D05172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D05172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D051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D05172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D05172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Одлука о изменама и допунама Одлуке о утврђивању доприноса за уређивање грађевинског земљишта и закупнине за закуп грађевинског земљишта у јавној својини.</w:t>
      </w: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D051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4351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D05172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Pr="0043515B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Default="00F61AF8" w:rsidP="00D05172">
      <w:pPr>
        <w:spacing w:after="0" w:line="240" w:lineRule="auto"/>
        <w:jc w:val="both"/>
      </w:pPr>
    </w:p>
    <w:p w:rsidR="00F61AF8" w:rsidRPr="0043515B" w:rsidRDefault="00F61AF8" w:rsidP="00D05172">
      <w:pPr>
        <w:spacing w:after="0" w:line="240" w:lineRule="auto"/>
        <w:jc w:val="both"/>
      </w:pPr>
    </w:p>
    <w:p w:rsidR="00F61AF8" w:rsidRPr="00280AB3" w:rsidRDefault="00F61AF8" w:rsidP="00D05172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је допуну Локалног акционог плана за побољшање положаја Рома и Ромкиња града Врања и Градске општине Врањска Бања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Локални Акциони план за побољшање положаја Рома и Ромкиња града Врања и Градске општине Врањска Бања.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280AB3" w:rsidRDefault="00F61AF8" w:rsidP="00A50EB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Pr="00A50EB0" w:rsidRDefault="00F61AF8" w:rsidP="00546ED6">
      <w:pPr>
        <w:spacing w:after="0" w:line="240" w:lineRule="auto"/>
        <w:jc w:val="both"/>
      </w:pPr>
    </w:p>
    <w:p w:rsidR="00F61AF8" w:rsidRPr="00546ED6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Информацију о стању безбедности саобраћаја на територији града Врања у 2018.години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Усваја се Информација о стању безбедности саобраћаја на територији града Врања у 2018.години.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A50E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546ED6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Pr="00A50EB0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Pr="00546ED6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Решења о образовању стручне Комисије за израду Годишњих програма заштите, уређења и коришћења пољопривредног земљишта града Врања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Решење о образовању стручне Комисије за израду Годишњих програма заштите, уређења и коришћења пољопривредног земљишта града Врања.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A50E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Default="00F61AF8" w:rsidP="00A50E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A50E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A50E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Pr="00280AB3" w:rsidRDefault="00F61AF8" w:rsidP="00A50EB0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Pr="00546ED6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 предлог Решења о разрешењу члана школског одбора основне школе „Светозар Марковић“ у Врању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546ED6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Решење о разрешењу члана школског одбора основне школе „Светозар Марковић“ у Врању. </w:t>
      </w: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546E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280AB3" w:rsidRDefault="00F61AF8" w:rsidP="00A50EB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Default="00F61AF8" w:rsidP="00546ED6">
      <w:pPr>
        <w:spacing w:after="0" w:line="240" w:lineRule="auto"/>
        <w:jc w:val="both"/>
      </w:pPr>
    </w:p>
    <w:p w:rsidR="00F61AF8" w:rsidRPr="00A50EB0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Решења о измени и допуни решења о именовању школских одбора у основним школама на територији града Врања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0243AA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0243AA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0243AA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Решење о измени и допуни решења о именовању школских одбора у основним школама на територији града Врања. 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EF4A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0243AA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Pr="00EF4A59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Решења о разрешењу члана Управног одбора Установе- Јавна библиотека „ Бора Станковић“ Врање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0243AA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0243AA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0243AA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</w:t>
      </w:r>
      <w:r>
        <w:rPr>
          <w:rFonts w:ascii="Times New Roman" w:hAnsi="Times New Roman"/>
          <w:sz w:val="28"/>
          <w:szCs w:val="28"/>
        </w:rPr>
        <w:t>Решење о разрешењу члана Управног одбора Установе- Јавна библиотека „ Бора Станковић“ Врање.</w:t>
      </w: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61AF8" w:rsidRPr="00EF4A59" w:rsidRDefault="00F61AF8" w:rsidP="00024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Default="00F61AF8" w:rsidP="00024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Default="00F61AF8" w:rsidP="00EF4A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0243AA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ab/>
      </w: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Pr="00EF4A59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Default="00F61AF8" w:rsidP="000243AA">
      <w:pPr>
        <w:spacing w:after="0" w:line="240" w:lineRule="auto"/>
        <w:jc w:val="both"/>
      </w:pPr>
    </w:p>
    <w:p w:rsidR="00F61AF8" w:rsidRPr="00EF4A59" w:rsidRDefault="00F61AF8" w:rsidP="000243AA">
      <w:pPr>
        <w:spacing w:after="0" w:line="240" w:lineRule="auto"/>
        <w:jc w:val="both"/>
      </w:pPr>
    </w:p>
    <w:p w:rsidR="00F61AF8" w:rsidRPr="00280AB3" w:rsidRDefault="00F61AF8" w:rsidP="000243AA">
      <w:pPr>
        <w:spacing w:after="0" w:line="240" w:lineRule="auto"/>
        <w:jc w:val="both"/>
      </w:pP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Република Србија 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ГРАД ВРАЊЕ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СКУПШТИНА ГРАДА ВРАЊА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>Број:</w:t>
      </w:r>
      <w:r>
        <w:rPr>
          <w:rFonts w:ascii="Times New Roman" w:hAnsi="Times New Roman"/>
          <w:sz w:val="28"/>
          <w:szCs w:val="28"/>
        </w:rPr>
        <w:t>06-240/2018-10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>26.12.2018.</w:t>
      </w:r>
      <w:r>
        <w:rPr>
          <w:rFonts w:ascii="Times New Roman" w:hAnsi="Times New Roman"/>
          <w:sz w:val="28"/>
          <w:szCs w:val="28"/>
          <w:lang w:val="sr-Cyrl-CS"/>
        </w:rPr>
        <w:t xml:space="preserve"> године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В  р  а  њ  е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267053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AF8" w:rsidRPr="00E24AB0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</w:t>
      </w:r>
      <w:r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  <w:lang w:val="sr-Cyrl-CS"/>
        </w:rPr>
        <w:t>.године,</w:t>
      </w:r>
      <w:r>
        <w:rPr>
          <w:rFonts w:ascii="Times New Roman" w:hAnsi="Times New Roman"/>
          <w:sz w:val="28"/>
          <w:szCs w:val="28"/>
        </w:rPr>
        <w:t xml:space="preserve"> разматрала предлог Решења о измени Решења о именовању председника и чланова Управног одбора Установе – Јавна библиотека „Бора Станковић“ Врање  и</w:t>
      </w:r>
      <w:r>
        <w:rPr>
          <w:rFonts w:ascii="Times New Roman" w:hAnsi="Times New Roman"/>
          <w:sz w:val="28"/>
          <w:szCs w:val="28"/>
          <w:lang w:val="sr-Cyrl-CS"/>
        </w:rPr>
        <w:t xml:space="preserve"> донела </w:t>
      </w:r>
    </w:p>
    <w:p w:rsidR="00F61AF8" w:rsidRDefault="00F61AF8" w:rsidP="003F6C77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ab/>
      </w:r>
    </w:p>
    <w:p w:rsidR="00F61AF8" w:rsidRDefault="00F61AF8" w:rsidP="003F6C77">
      <w:pPr>
        <w:tabs>
          <w:tab w:val="left" w:pos="19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F61AF8" w:rsidRDefault="00F61AF8" w:rsidP="003F6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З а к љ у ч а к</w:t>
      </w:r>
    </w:p>
    <w:p w:rsidR="00F61AF8" w:rsidRDefault="00F61AF8" w:rsidP="003F6C7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F6C7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r-Cyrl-CS"/>
        </w:rPr>
        <w:tab/>
        <w:t xml:space="preserve"> Доноси се </w:t>
      </w:r>
      <w:r>
        <w:rPr>
          <w:rFonts w:ascii="Times New Roman" w:hAnsi="Times New Roman"/>
          <w:sz w:val="28"/>
          <w:szCs w:val="28"/>
        </w:rPr>
        <w:t>Решење о измени Решења о именовању председника и чланова Управног одбора Установе - Јавна библиотека „Бора Станковић“ Врање.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61AF8" w:rsidRDefault="00F61AF8" w:rsidP="003F6C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61AF8" w:rsidRPr="00280AB3" w:rsidRDefault="00F61AF8" w:rsidP="00EF4A59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3F6C77">
      <w:pPr>
        <w:spacing w:after="0" w:line="240" w:lineRule="auto"/>
        <w:jc w:val="both"/>
      </w:pPr>
    </w:p>
    <w:p w:rsidR="00F61AF8" w:rsidRPr="00280AB3" w:rsidRDefault="00F61AF8" w:rsidP="00546ED6">
      <w:pPr>
        <w:spacing w:after="0" w:line="240" w:lineRule="auto"/>
        <w:jc w:val="both"/>
      </w:pPr>
    </w:p>
    <w:sectPr w:rsidR="00F61AF8" w:rsidRPr="00280AB3" w:rsidSect="00886F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AB3"/>
    <w:rsid w:val="00007B50"/>
    <w:rsid w:val="000243AA"/>
    <w:rsid w:val="00031241"/>
    <w:rsid w:val="000A3BAB"/>
    <w:rsid w:val="000B2928"/>
    <w:rsid w:val="00177A52"/>
    <w:rsid w:val="001A4449"/>
    <w:rsid w:val="00267053"/>
    <w:rsid w:val="00276B25"/>
    <w:rsid w:val="00280AB3"/>
    <w:rsid w:val="002E6694"/>
    <w:rsid w:val="003152D5"/>
    <w:rsid w:val="003F6744"/>
    <w:rsid w:val="003F6C77"/>
    <w:rsid w:val="0043515B"/>
    <w:rsid w:val="00495378"/>
    <w:rsid w:val="004A4762"/>
    <w:rsid w:val="0050277C"/>
    <w:rsid w:val="00546ED6"/>
    <w:rsid w:val="00561509"/>
    <w:rsid w:val="00571721"/>
    <w:rsid w:val="0057771D"/>
    <w:rsid w:val="005E0572"/>
    <w:rsid w:val="006814EB"/>
    <w:rsid w:val="0069362F"/>
    <w:rsid w:val="007277BC"/>
    <w:rsid w:val="00752644"/>
    <w:rsid w:val="00791D2A"/>
    <w:rsid w:val="007F6927"/>
    <w:rsid w:val="00830D33"/>
    <w:rsid w:val="00886FEE"/>
    <w:rsid w:val="008A1F9A"/>
    <w:rsid w:val="008F0A46"/>
    <w:rsid w:val="009131DF"/>
    <w:rsid w:val="00966844"/>
    <w:rsid w:val="009B769A"/>
    <w:rsid w:val="00A47044"/>
    <w:rsid w:val="00A50EB0"/>
    <w:rsid w:val="00A740A2"/>
    <w:rsid w:val="00B37908"/>
    <w:rsid w:val="00B4303B"/>
    <w:rsid w:val="00B62EDF"/>
    <w:rsid w:val="00C90BC8"/>
    <w:rsid w:val="00CD23DD"/>
    <w:rsid w:val="00D05172"/>
    <w:rsid w:val="00DC18C5"/>
    <w:rsid w:val="00DC235C"/>
    <w:rsid w:val="00E062E0"/>
    <w:rsid w:val="00E24AB0"/>
    <w:rsid w:val="00E74D57"/>
    <w:rsid w:val="00E750FC"/>
    <w:rsid w:val="00EF4A59"/>
    <w:rsid w:val="00F61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FE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411</TotalTime>
  <Pages>33</Pages>
  <Words>4901</Words>
  <Characters>27940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117</cp:revision>
  <cp:lastPrinted>2019-01-04T11:32:00Z</cp:lastPrinted>
  <dcterms:created xsi:type="dcterms:W3CDTF">2019-01-03T07:19:00Z</dcterms:created>
  <dcterms:modified xsi:type="dcterms:W3CDTF">2019-01-22T10:08:00Z</dcterms:modified>
</cp:coreProperties>
</file>